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09E" w:rsidRDefault="00F41F57" w:rsidP="00F41F57">
      <w:pPr>
        <w:pStyle w:val="Titel"/>
      </w:pPr>
      <w:proofErr w:type="spellStart"/>
      <w:r>
        <w:t>Getting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 </w:t>
      </w:r>
      <w:r w:rsidR="00A143CE">
        <w:t>MBED</w:t>
      </w:r>
    </w:p>
    <w:p w:rsidR="00F41F57" w:rsidRDefault="00F41F57" w:rsidP="00F41F57"/>
    <w:p w:rsidR="00E558A6" w:rsidRDefault="00E558A6" w:rsidP="00F41F57">
      <w:r>
        <w:t xml:space="preserve">Schauen Sie Sie die Videos an. Legen Sie ein neues Projekt, wie beschrieben an und </w:t>
      </w:r>
      <w:r w:rsidR="00784778">
        <w:t>lösen Sie folgende Aufgaben:</w:t>
      </w:r>
    </w:p>
    <w:p w:rsidR="00F41F57" w:rsidRDefault="00E558A6" w:rsidP="00F41F57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123825</wp:posOffset>
            </wp:positionV>
            <wp:extent cx="1962150" cy="128587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1F57">
        <w:t>Die LED an PA5 soll blinken</w:t>
      </w:r>
    </w:p>
    <w:p w:rsidR="00E558A6" w:rsidRDefault="00E558A6" w:rsidP="00E558A6">
      <w:pPr>
        <w:pStyle w:val="Listenabsatz"/>
        <w:numPr>
          <w:ilvl w:val="0"/>
          <w:numId w:val="1"/>
        </w:numPr>
      </w:pPr>
      <w:r>
        <w:t xml:space="preserve">RGB LED </w:t>
      </w:r>
      <w:r>
        <w:br/>
        <w:t xml:space="preserve">Schließen Sie </w:t>
      </w:r>
      <w:r w:rsidR="00B46996">
        <w:t xml:space="preserve">die RGB-LED </w:t>
      </w:r>
      <w:r>
        <w:t xml:space="preserve">folgendermaßen an: </w:t>
      </w:r>
      <w:r>
        <w:br/>
        <w:t>R – PC</w:t>
      </w:r>
      <w:r w:rsidR="00D55A01">
        <w:t>_</w:t>
      </w:r>
      <w:r>
        <w:t>0</w:t>
      </w:r>
      <w:r>
        <w:br/>
        <w:t>G – PC</w:t>
      </w:r>
      <w:r w:rsidR="00D55A01">
        <w:t>_</w:t>
      </w:r>
      <w:r>
        <w:t>1</w:t>
      </w:r>
      <w:r>
        <w:br/>
        <w:t>B – PC</w:t>
      </w:r>
      <w:r w:rsidR="00D55A01">
        <w:t>_</w:t>
      </w:r>
      <w:r>
        <w:t>2</w:t>
      </w:r>
      <w:r>
        <w:br/>
        <w:t>-  an GND</w:t>
      </w:r>
      <w:r>
        <w:br/>
        <w:t>Konfigurieren Sie PC</w:t>
      </w:r>
      <w:r w:rsidR="00D55A01">
        <w:t>_</w:t>
      </w:r>
      <w:r>
        <w:t>0, PC</w:t>
      </w:r>
      <w:r w:rsidR="00D55A01">
        <w:t>_</w:t>
      </w:r>
      <w:r>
        <w:t>1, PC</w:t>
      </w:r>
      <w:r w:rsidR="00D55A01">
        <w:t>_</w:t>
      </w:r>
      <w:r>
        <w:t xml:space="preserve">2 als </w:t>
      </w:r>
      <w:proofErr w:type="spellStart"/>
      <w:r w:rsidR="00A143CE">
        <w:t>DigitalOut</w:t>
      </w:r>
      <w:proofErr w:type="spellEnd"/>
      <w:r>
        <w:br/>
        <w:t>Programmieren Sie folgenden Farbwechsel:</w:t>
      </w:r>
      <w:r>
        <w:br/>
        <w:t xml:space="preserve">Rot – Grün – Blau – Aus – </w:t>
      </w:r>
      <w:proofErr w:type="spellStart"/>
      <w:r>
        <w:t>RotGrün</w:t>
      </w:r>
      <w:proofErr w:type="spellEnd"/>
      <w:r>
        <w:t xml:space="preserve"> – </w:t>
      </w:r>
      <w:proofErr w:type="spellStart"/>
      <w:r>
        <w:t>GrünBlau</w:t>
      </w:r>
      <w:proofErr w:type="spellEnd"/>
      <w:r>
        <w:t xml:space="preserve"> – </w:t>
      </w:r>
      <w:proofErr w:type="spellStart"/>
      <w:r>
        <w:t>BlauRot</w:t>
      </w:r>
      <w:proofErr w:type="spellEnd"/>
      <w:r>
        <w:t xml:space="preserve"> – Aus</w:t>
      </w:r>
    </w:p>
    <w:p w:rsidR="00784778" w:rsidRDefault="00E558A6" w:rsidP="00784778">
      <w:pPr>
        <w:pStyle w:val="Listenabsatz"/>
      </w:pPr>
      <w:r>
        <w:t>Zwischen den Phasen soll jeweils 100ms gewartet werden.</w:t>
      </w:r>
      <w:r w:rsidR="00784778">
        <w:br/>
      </w:r>
      <w:r w:rsidR="00784778">
        <w:br/>
      </w:r>
    </w:p>
    <w:p w:rsidR="00784778" w:rsidRDefault="00784778" w:rsidP="00784778">
      <w:pPr>
        <w:pStyle w:val="Listenabsatz"/>
      </w:pPr>
    </w:p>
    <w:p w:rsidR="00716E21" w:rsidRPr="00F41F57" w:rsidRDefault="00A143CE" w:rsidP="00716E21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335915</wp:posOffset>
            </wp:positionV>
            <wp:extent cx="2788920" cy="2086156"/>
            <wp:effectExtent l="0" t="0" r="0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200225_14070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2086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DB3">
        <w:t>Roboterfahrzeug</w:t>
      </w:r>
      <w:r w:rsidR="00716E21">
        <w:br/>
        <w:t>Anschluss:</w:t>
      </w:r>
      <w:r w:rsidR="00716E21" w:rsidRPr="00716E21">
        <w:t xml:space="preserve"> </w:t>
      </w:r>
      <w:r w:rsidR="00716E21">
        <w:br/>
        <w:t>Linker Motor schwarz – PC0 Leistun</w:t>
      </w:r>
      <w:r w:rsidR="00117B77">
        <w:t>gsausgang</w:t>
      </w:r>
      <w:r w:rsidR="00117B77">
        <w:br/>
        <w:t>Linker Motor rot – PC6</w:t>
      </w:r>
      <w:r w:rsidR="00716E21">
        <w:t xml:space="preserve"> Leistungsausgang</w:t>
      </w:r>
      <w:r w:rsidR="00716E21">
        <w:br/>
        <w:t>Rechter Motor schwarz – PC2 Leistungsausgang</w:t>
      </w:r>
    </w:p>
    <w:p w:rsidR="00716E21" w:rsidRPr="00F41F57" w:rsidRDefault="00117B77" w:rsidP="00716E21">
      <w:pPr>
        <w:pStyle w:val="Listenabsatz"/>
      </w:pPr>
      <w:r>
        <w:t>Rechter Motor rot – PC7</w:t>
      </w:r>
      <w:r w:rsidR="00716E21">
        <w:t xml:space="preserve"> Leistungsausgang</w:t>
      </w:r>
    </w:p>
    <w:p w:rsidR="00716E21" w:rsidRPr="00F41F57" w:rsidRDefault="00716E21" w:rsidP="00716E21">
      <w:pPr>
        <w:pStyle w:val="Listenabsatz"/>
      </w:pPr>
    </w:p>
    <w:p w:rsidR="00716E21" w:rsidRPr="00F41F57" w:rsidRDefault="00716E21" w:rsidP="00716E21">
      <w:pPr>
        <w:pStyle w:val="Listenabsatz"/>
      </w:pPr>
      <w:r>
        <w:t>Funktionstabelle: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669"/>
        <w:gridCol w:w="669"/>
        <w:gridCol w:w="2430"/>
      </w:tblGrid>
      <w:tr w:rsidR="00716E21" w:rsidTr="003D2638">
        <w:trPr>
          <w:trHeight w:val="261"/>
        </w:trPr>
        <w:tc>
          <w:tcPr>
            <w:tcW w:w="372" w:type="dxa"/>
          </w:tcPr>
          <w:p w:rsidR="00716E21" w:rsidRDefault="00716E21" w:rsidP="00716E21">
            <w:pPr>
              <w:pStyle w:val="Listenabsatz"/>
              <w:ind w:left="0"/>
            </w:pPr>
            <w:r>
              <w:t>PC</w:t>
            </w:r>
            <w:r w:rsidR="00D55A01">
              <w:t>_</w:t>
            </w:r>
            <w:r>
              <w:t>0</w:t>
            </w:r>
          </w:p>
        </w:tc>
        <w:tc>
          <w:tcPr>
            <w:tcW w:w="378" w:type="dxa"/>
          </w:tcPr>
          <w:p w:rsidR="00716E21" w:rsidRDefault="00716E21" w:rsidP="00716E21">
            <w:pPr>
              <w:pStyle w:val="Listenabsatz"/>
              <w:ind w:left="0"/>
            </w:pPr>
            <w:r>
              <w:t>PC</w:t>
            </w:r>
            <w:r w:rsidR="00D55A01">
              <w:t>_</w:t>
            </w:r>
            <w:r w:rsidR="00117B77">
              <w:t>6</w:t>
            </w:r>
          </w:p>
        </w:tc>
        <w:tc>
          <w:tcPr>
            <w:tcW w:w="2430" w:type="dxa"/>
          </w:tcPr>
          <w:p w:rsidR="00716E21" w:rsidRDefault="00716E21" w:rsidP="00716E21">
            <w:pPr>
              <w:pStyle w:val="Listenabsatz"/>
              <w:ind w:left="0"/>
            </w:pPr>
            <w:r>
              <w:t>Linker Motor</w:t>
            </w:r>
          </w:p>
        </w:tc>
      </w:tr>
      <w:tr w:rsidR="00716E21" w:rsidTr="003D2638">
        <w:trPr>
          <w:trHeight w:val="246"/>
        </w:trPr>
        <w:tc>
          <w:tcPr>
            <w:tcW w:w="372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378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2430" w:type="dxa"/>
          </w:tcPr>
          <w:p w:rsidR="00716E21" w:rsidRDefault="00716E21" w:rsidP="00716E21">
            <w:pPr>
              <w:pStyle w:val="Listenabsatz"/>
              <w:ind w:left="0"/>
            </w:pPr>
            <w:proofErr w:type="spellStart"/>
            <w:r>
              <w:t>Stop</w:t>
            </w:r>
            <w:proofErr w:type="spellEnd"/>
          </w:p>
        </w:tc>
      </w:tr>
      <w:tr w:rsidR="00716E21" w:rsidTr="003D2638">
        <w:trPr>
          <w:trHeight w:val="261"/>
        </w:trPr>
        <w:tc>
          <w:tcPr>
            <w:tcW w:w="372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378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2430" w:type="dxa"/>
          </w:tcPr>
          <w:p w:rsidR="00716E21" w:rsidRDefault="00716E21" w:rsidP="00716E21">
            <w:pPr>
              <w:pStyle w:val="Listenabsatz"/>
              <w:ind w:left="0"/>
            </w:pPr>
            <w:r>
              <w:t>Vorwärts</w:t>
            </w:r>
          </w:p>
        </w:tc>
      </w:tr>
      <w:tr w:rsidR="00716E21" w:rsidTr="003D2638">
        <w:trPr>
          <w:trHeight w:val="246"/>
        </w:trPr>
        <w:tc>
          <w:tcPr>
            <w:tcW w:w="372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378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2430" w:type="dxa"/>
          </w:tcPr>
          <w:p w:rsidR="00716E21" w:rsidRDefault="00716E21" w:rsidP="00716E21">
            <w:pPr>
              <w:pStyle w:val="Listenabsatz"/>
              <w:ind w:left="0"/>
            </w:pPr>
            <w:r>
              <w:t>Rückwärts</w:t>
            </w:r>
          </w:p>
        </w:tc>
      </w:tr>
      <w:tr w:rsidR="00716E21" w:rsidTr="003D2638">
        <w:trPr>
          <w:trHeight w:val="261"/>
        </w:trPr>
        <w:tc>
          <w:tcPr>
            <w:tcW w:w="372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378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2430" w:type="dxa"/>
          </w:tcPr>
          <w:p w:rsidR="00716E21" w:rsidRDefault="00716E21" w:rsidP="00716E21">
            <w:pPr>
              <w:pStyle w:val="Listenabsatz"/>
              <w:ind w:left="0"/>
            </w:pPr>
            <w:proofErr w:type="spellStart"/>
            <w:r>
              <w:t>Stop</w:t>
            </w:r>
            <w:proofErr w:type="spellEnd"/>
          </w:p>
        </w:tc>
      </w:tr>
    </w:tbl>
    <w:p w:rsidR="00716E21" w:rsidRPr="00F41F57" w:rsidRDefault="00716E21" w:rsidP="00716E21">
      <w:pPr>
        <w:pStyle w:val="Listenabsatz"/>
      </w:pPr>
    </w:p>
    <w:p w:rsidR="009C3DB3" w:rsidRDefault="00716E21" w:rsidP="00716E21">
      <w:pPr>
        <w:pStyle w:val="Listenabsatz"/>
      </w:pPr>
      <w:r>
        <w:t>Rechter Motor ebenso mit PC</w:t>
      </w:r>
      <w:r w:rsidR="00D55A01">
        <w:t>_</w:t>
      </w:r>
      <w:r w:rsidR="00117B77">
        <w:t>1</w:t>
      </w:r>
      <w:r>
        <w:t xml:space="preserve"> und PC</w:t>
      </w:r>
      <w:r w:rsidR="00D55A01">
        <w:t>_</w:t>
      </w:r>
      <w:r w:rsidR="00117B77">
        <w:t>7</w:t>
      </w:r>
      <w:bookmarkStart w:id="0" w:name="_GoBack"/>
      <w:bookmarkEnd w:id="0"/>
    </w:p>
    <w:p w:rsidR="00716E21" w:rsidRDefault="00716E21" w:rsidP="00716E21">
      <w:pPr>
        <w:pStyle w:val="Listenabsatz"/>
      </w:pPr>
    </w:p>
    <w:p w:rsidR="00716E21" w:rsidRDefault="00716E21" w:rsidP="00716E21">
      <w:pPr>
        <w:pStyle w:val="Listenabsatz"/>
      </w:pPr>
      <w:r>
        <w:t>Programmieren Sie folgende Fahrwege</w:t>
      </w:r>
    </w:p>
    <w:p w:rsidR="00716E21" w:rsidRDefault="00716E21" w:rsidP="00716E21">
      <w:pPr>
        <w:pStyle w:val="Listenabsatz"/>
        <w:numPr>
          <w:ilvl w:val="0"/>
          <w:numId w:val="3"/>
        </w:numPr>
      </w:pPr>
      <w:r>
        <w:t>Rechteck</w:t>
      </w:r>
    </w:p>
    <w:p w:rsidR="003D2638" w:rsidRDefault="00716E21" w:rsidP="003D2638">
      <w:pPr>
        <w:pStyle w:val="Listenabsatz"/>
        <w:numPr>
          <w:ilvl w:val="0"/>
          <w:numId w:val="3"/>
        </w:numPr>
      </w:pPr>
      <w:r>
        <w:t>Acht</w:t>
      </w:r>
    </w:p>
    <w:p w:rsidR="00606011" w:rsidRDefault="00716E21" w:rsidP="00606011">
      <w:pPr>
        <w:ind w:left="720"/>
      </w:pPr>
      <w:r>
        <w:t>Zickzack</w:t>
      </w:r>
      <w:r w:rsidR="003D2638">
        <w:br/>
      </w:r>
      <w:r w:rsidR="003D2638">
        <w:br/>
      </w:r>
      <w:r>
        <w:t>Zusatzaufgabe: Der gewünschte</w:t>
      </w:r>
      <w:r w:rsidR="00A143CE">
        <w:t xml:space="preserve"> Fahrweg soll an </w:t>
      </w:r>
      <w:proofErr w:type="spellStart"/>
      <w:r w:rsidR="00606011">
        <w:t>PortB</w:t>
      </w:r>
      <w:proofErr w:type="spellEnd"/>
      <w:r w:rsidR="00606011">
        <w:t xml:space="preserve"> (=</w:t>
      </w:r>
      <w:r w:rsidR="00A143CE">
        <w:t>GPIOB</w:t>
      </w:r>
      <w:r w:rsidR="00606011">
        <w:t xml:space="preserve"> </w:t>
      </w:r>
      <w:r w:rsidR="00A143CE">
        <w:t xml:space="preserve"> </w:t>
      </w:r>
      <w:proofErr w:type="spellStart"/>
      <w:r>
        <w:t>Schalterchen</w:t>
      </w:r>
      <w:proofErr w:type="spellEnd"/>
      <w:r>
        <w:t>) auswählbar sein</w:t>
      </w:r>
      <w:r w:rsidR="00A143CE">
        <w:t xml:space="preserve">. </w:t>
      </w:r>
    </w:p>
    <w:p w:rsidR="00606011" w:rsidRDefault="00606011">
      <w:r>
        <w:br w:type="page"/>
      </w:r>
    </w:p>
    <w:p w:rsidR="00606011" w:rsidRDefault="00A143CE" w:rsidP="00606011">
      <w:pPr>
        <w:ind w:left="720"/>
      </w:pPr>
      <w:proofErr w:type="spellStart"/>
      <w:r>
        <w:lastRenderedPageBreak/>
        <w:t>Tip</w:t>
      </w:r>
      <w:proofErr w:type="spellEnd"/>
      <w:r>
        <w:t xml:space="preserve">: </w:t>
      </w:r>
      <w:proofErr w:type="spellStart"/>
      <w:r w:rsidR="00606011">
        <w:t>int</w:t>
      </w:r>
      <w:proofErr w:type="spellEnd"/>
      <w:r w:rsidR="00606011">
        <w:t xml:space="preserve"> </w:t>
      </w:r>
      <w:proofErr w:type="spellStart"/>
      <w:r w:rsidR="00606011">
        <w:t>main</w:t>
      </w:r>
      <w:proofErr w:type="spellEnd"/>
      <w:r w:rsidR="00606011">
        <w:t>()</w:t>
      </w:r>
    </w:p>
    <w:p w:rsidR="00606011" w:rsidRDefault="00606011" w:rsidP="00606011">
      <w:pPr>
        <w:ind w:left="720"/>
      </w:pPr>
      <w:r>
        <w:t>{</w:t>
      </w:r>
    </w:p>
    <w:p w:rsidR="00606011" w:rsidRDefault="00606011" w:rsidP="00606011">
      <w:pPr>
        <w:ind w:left="720"/>
      </w:pPr>
      <w:r>
        <w:t xml:space="preserve">    // </w:t>
      </w:r>
      <w:proofErr w:type="spellStart"/>
      <w:r>
        <w:t>Initialise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digital </w:t>
      </w:r>
      <w:proofErr w:type="spellStart"/>
      <w:r>
        <w:t>pin</w:t>
      </w:r>
      <w:proofErr w:type="spellEnd"/>
      <w:r>
        <w:t xml:space="preserve"> LED1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output</w:t>
      </w:r>
      <w:proofErr w:type="spellEnd"/>
    </w:p>
    <w:p w:rsidR="00606011" w:rsidRDefault="00606011" w:rsidP="00606011">
      <w:pPr>
        <w:ind w:left="720"/>
      </w:pPr>
      <w:r>
        <w:t xml:space="preserve">    </w:t>
      </w:r>
      <w:proofErr w:type="spellStart"/>
      <w:r>
        <w:t>DigitalOut</w:t>
      </w:r>
      <w:proofErr w:type="spellEnd"/>
      <w:r>
        <w:t xml:space="preserve"> </w:t>
      </w:r>
      <w:proofErr w:type="spellStart"/>
      <w:r>
        <w:t>led</w:t>
      </w:r>
      <w:proofErr w:type="spellEnd"/>
      <w:r>
        <w:t>(LED1);</w:t>
      </w:r>
    </w:p>
    <w:p w:rsidR="00606011" w:rsidRDefault="00606011" w:rsidP="00606011">
      <w:pPr>
        <w:ind w:left="720"/>
      </w:pPr>
      <w:r>
        <w:t xml:space="preserve">    // </w:t>
      </w:r>
      <w:proofErr w:type="spellStart"/>
      <w:r>
        <w:t>Initalise</w:t>
      </w:r>
      <w:proofErr w:type="spellEnd"/>
      <w:r>
        <w:t xml:space="preserve"> </w:t>
      </w:r>
      <w:proofErr w:type="spellStart"/>
      <w:r>
        <w:t>Port</w:t>
      </w:r>
      <w:r w:rsidR="008C14AE">
        <w:t>B</w:t>
      </w:r>
      <w:proofErr w:type="spellEnd"/>
      <w:r w:rsidR="008C14AE">
        <w:t xml:space="preserve"> als 8Bit-Input Port mit PullDown</w:t>
      </w:r>
    </w:p>
    <w:p w:rsidR="00606011" w:rsidRDefault="00606011" w:rsidP="00606011">
      <w:pPr>
        <w:ind w:left="720"/>
      </w:pPr>
      <w:r>
        <w:t xml:space="preserve">    </w:t>
      </w:r>
      <w:proofErr w:type="spellStart"/>
      <w:r>
        <w:t>PortIn</w:t>
      </w:r>
      <w:proofErr w:type="spellEnd"/>
      <w:r>
        <w:t xml:space="preserve">  </w:t>
      </w:r>
      <w:proofErr w:type="spellStart"/>
      <w:r>
        <w:t>eingabe</w:t>
      </w:r>
      <w:proofErr w:type="spellEnd"/>
      <w:r>
        <w:t>(PortB,0xFF);</w:t>
      </w:r>
    </w:p>
    <w:p w:rsidR="00606011" w:rsidRDefault="00606011" w:rsidP="00606011">
      <w:pPr>
        <w:ind w:left="720"/>
      </w:pPr>
      <w:r>
        <w:t xml:space="preserve">    </w:t>
      </w:r>
      <w:proofErr w:type="spellStart"/>
      <w:r>
        <w:t>eingabe.mode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606011" w:rsidRDefault="00606011" w:rsidP="00606011">
      <w:pPr>
        <w:ind w:left="72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606011" w:rsidRDefault="00606011" w:rsidP="00606011">
      <w:pPr>
        <w:ind w:left="72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eingabe</w:t>
      </w:r>
      <w:proofErr w:type="spellEnd"/>
      <w:r>
        <w:t xml:space="preserve">==5) </w:t>
      </w:r>
    </w:p>
    <w:p w:rsidR="00606011" w:rsidRDefault="00606011" w:rsidP="00606011">
      <w:pPr>
        <w:ind w:left="720"/>
      </w:pPr>
      <w:r>
        <w:t xml:space="preserve">            {</w:t>
      </w:r>
    </w:p>
    <w:p w:rsidR="00606011" w:rsidRDefault="00606011" w:rsidP="00606011">
      <w:pPr>
        <w:ind w:left="720"/>
      </w:pPr>
      <w:r>
        <w:t xml:space="preserve">                </w:t>
      </w:r>
      <w:proofErr w:type="spellStart"/>
      <w:r>
        <w:t>led</w:t>
      </w:r>
      <w:proofErr w:type="spellEnd"/>
      <w:r>
        <w:t xml:space="preserve"> = 1;</w:t>
      </w:r>
    </w:p>
    <w:p w:rsidR="00606011" w:rsidRDefault="00606011" w:rsidP="00606011">
      <w:pPr>
        <w:ind w:left="720"/>
      </w:pPr>
      <w:r>
        <w:t xml:space="preserve">            }</w:t>
      </w:r>
    </w:p>
    <w:p w:rsidR="00606011" w:rsidRDefault="00606011" w:rsidP="00606011">
      <w:pPr>
        <w:ind w:left="720"/>
      </w:pPr>
      <w:r>
        <w:t xml:space="preserve">        </w:t>
      </w:r>
      <w:proofErr w:type="spellStart"/>
      <w:r>
        <w:t>else</w:t>
      </w:r>
      <w:proofErr w:type="spellEnd"/>
      <w:r>
        <w:t xml:space="preserve"> </w:t>
      </w:r>
    </w:p>
    <w:p w:rsidR="00606011" w:rsidRDefault="00606011" w:rsidP="00606011">
      <w:pPr>
        <w:ind w:left="720"/>
      </w:pPr>
      <w:r>
        <w:t xml:space="preserve">            {</w:t>
      </w:r>
    </w:p>
    <w:p w:rsidR="00606011" w:rsidRDefault="00606011" w:rsidP="00606011">
      <w:pPr>
        <w:ind w:left="720"/>
      </w:pPr>
      <w:r>
        <w:t xml:space="preserve">                </w:t>
      </w:r>
      <w:proofErr w:type="spellStart"/>
      <w:r>
        <w:t>led</w:t>
      </w:r>
      <w:proofErr w:type="spellEnd"/>
      <w:r>
        <w:t xml:space="preserve"> = !</w:t>
      </w:r>
      <w:proofErr w:type="spellStart"/>
      <w:r>
        <w:t>led</w:t>
      </w:r>
      <w:proofErr w:type="spellEnd"/>
      <w:r>
        <w:t>;</w:t>
      </w:r>
    </w:p>
    <w:p w:rsidR="00606011" w:rsidRDefault="00606011" w:rsidP="00606011">
      <w:pPr>
        <w:ind w:left="720"/>
      </w:pPr>
      <w:r>
        <w:t xml:space="preserve">                </w:t>
      </w:r>
      <w:proofErr w:type="spellStart"/>
      <w:r>
        <w:t>thread_sleep_for</w:t>
      </w:r>
      <w:proofErr w:type="spellEnd"/>
      <w:r>
        <w:t>(100);</w:t>
      </w:r>
    </w:p>
    <w:p w:rsidR="00606011" w:rsidRDefault="00606011" w:rsidP="00606011">
      <w:pPr>
        <w:ind w:left="720"/>
      </w:pPr>
      <w:r>
        <w:t xml:space="preserve">            }</w:t>
      </w:r>
    </w:p>
    <w:p w:rsidR="00606011" w:rsidRDefault="00606011" w:rsidP="00606011">
      <w:pPr>
        <w:ind w:left="720"/>
      </w:pPr>
      <w:r>
        <w:t xml:space="preserve">        </w:t>
      </w:r>
    </w:p>
    <w:p w:rsidR="00606011" w:rsidRDefault="00606011" w:rsidP="00606011">
      <w:pPr>
        <w:ind w:left="720"/>
      </w:pPr>
      <w:r>
        <w:t xml:space="preserve">    }</w:t>
      </w:r>
    </w:p>
    <w:p w:rsidR="00716E21" w:rsidRDefault="00606011" w:rsidP="00606011">
      <w:pPr>
        <w:ind w:left="720"/>
      </w:pPr>
      <w:r>
        <w:t>}</w:t>
      </w:r>
    </w:p>
    <w:p w:rsidR="00606011" w:rsidRDefault="00606011" w:rsidP="00606011">
      <w:pPr>
        <w:pStyle w:val="Listenabsatz"/>
        <w:ind w:left="1080"/>
      </w:pPr>
    </w:p>
    <w:sectPr w:rsidR="006060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D03AA"/>
    <w:multiLevelType w:val="hybridMultilevel"/>
    <w:tmpl w:val="7E00512C"/>
    <w:lvl w:ilvl="0" w:tplc="95B6DC4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E85DF4"/>
    <w:multiLevelType w:val="hybridMultilevel"/>
    <w:tmpl w:val="BF607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6A9A"/>
    <w:multiLevelType w:val="hybridMultilevel"/>
    <w:tmpl w:val="DE10BBE4"/>
    <w:lvl w:ilvl="0" w:tplc="002C01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F57"/>
    <w:rsid w:val="00096A45"/>
    <w:rsid w:val="000C357F"/>
    <w:rsid w:val="00117B77"/>
    <w:rsid w:val="00231ECA"/>
    <w:rsid w:val="002504EE"/>
    <w:rsid w:val="00306150"/>
    <w:rsid w:val="00311857"/>
    <w:rsid w:val="003D2638"/>
    <w:rsid w:val="00606011"/>
    <w:rsid w:val="00716E21"/>
    <w:rsid w:val="00784778"/>
    <w:rsid w:val="008C14AE"/>
    <w:rsid w:val="009C3DB3"/>
    <w:rsid w:val="00A143CE"/>
    <w:rsid w:val="00B46996"/>
    <w:rsid w:val="00D15464"/>
    <w:rsid w:val="00D55A01"/>
    <w:rsid w:val="00E558A6"/>
    <w:rsid w:val="00F4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E4E7"/>
  <w15:chartTrackingRefBased/>
  <w15:docId w15:val="{BE98048A-BD96-4C9F-8710-71C67688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41F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1F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F41F57"/>
    <w:pPr>
      <w:ind w:left="720"/>
      <w:contextualSpacing/>
    </w:pPr>
  </w:style>
  <w:style w:type="table" w:styleId="Tabellenraster">
    <w:name w:val="Table Grid"/>
    <w:basedOn w:val="NormaleTabelle"/>
    <w:uiPriority w:val="39"/>
    <w:rsid w:val="00716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EA766124</Template>
  <TotalTime>0</TotalTime>
  <Pages>2</Pages>
  <Words>190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Administrator</cp:lastModifiedBy>
  <cp:revision>2</cp:revision>
  <cp:lastPrinted>2020-02-25T13:23:00Z</cp:lastPrinted>
  <dcterms:created xsi:type="dcterms:W3CDTF">2020-11-06T09:38:00Z</dcterms:created>
  <dcterms:modified xsi:type="dcterms:W3CDTF">2020-11-06T09:38:00Z</dcterms:modified>
</cp:coreProperties>
</file>